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5374C87D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F40825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7B511F73" w:rsidR="003C4FBB" w:rsidRDefault="003C4FBB" w:rsidP="00F4082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40825">
        <w:rPr>
          <w:rFonts w:eastAsia="Times New Roman" w:cs="Times New Roman"/>
          <w:lang w:eastAsia="cs-CZ"/>
        </w:rPr>
        <w:t xml:space="preserve">který podává nabídku na podlimitní sektorovou veřejnou zakázku s názvem </w:t>
      </w:r>
      <w:bookmarkStart w:id="0" w:name="_Toc403053768"/>
      <w:r w:rsidR="00FC0A89" w:rsidRPr="007F0F68">
        <w:rPr>
          <w:b/>
          <w:lang w:eastAsia="cs-CZ"/>
        </w:rPr>
        <w:t>„</w:t>
      </w:r>
      <w:bookmarkEnd w:id="0"/>
      <w:r w:rsidR="00FC0A89" w:rsidRPr="00DD3893">
        <w:rPr>
          <w:b/>
          <w:lang w:eastAsia="cs-CZ"/>
        </w:rPr>
        <w:t>Výměna topných zdrojů b. j. v obvodu OŘ Olomouc</w:t>
      </w:r>
      <w:r w:rsidR="00FC0A89" w:rsidRPr="007F0F68">
        <w:rPr>
          <w:b/>
          <w:lang w:eastAsia="cs-CZ"/>
        </w:rPr>
        <w:t>“</w:t>
      </w:r>
      <w:r w:rsidR="00FC0A89" w:rsidRPr="007F0F68">
        <w:rPr>
          <w:lang w:eastAsia="cs-CZ"/>
        </w:rPr>
        <w:t xml:space="preserve">, </w:t>
      </w:r>
      <w:proofErr w:type="gramStart"/>
      <w:r w:rsidR="00FC0A89" w:rsidRPr="007F0F68">
        <w:rPr>
          <w:lang w:eastAsia="cs-CZ"/>
        </w:rPr>
        <w:t>č.j.</w:t>
      </w:r>
      <w:proofErr w:type="gramEnd"/>
      <w:r w:rsidR="00FC0A89" w:rsidRPr="007F0F68">
        <w:rPr>
          <w:lang w:eastAsia="cs-CZ"/>
        </w:rPr>
        <w:t xml:space="preserve"> </w:t>
      </w:r>
      <w:r w:rsidR="00FC0A89" w:rsidRPr="00DD3893">
        <w:rPr>
          <w:rFonts w:eastAsia="Times New Roman" w:cs="Times New Roman"/>
          <w:lang w:eastAsia="cs-CZ"/>
        </w:rPr>
        <w:t>18821/2021-SŽ-OŘ OLC-NPI</w:t>
      </w:r>
      <w:r w:rsidRPr="00F40825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F40825" w:rsidRPr="00F40825">
        <w:rPr>
          <w:rFonts w:eastAsia="Times New Roman" w:cs="Times New Roman"/>
          <w:lang w:eastAsia="cs-CZ"/>
        </w:rPr>
        <w:t>3</w:t>
      </w:r>
      <w:r w:rsidRPr="00F40825">
        <w:rPr>
          <w:rFonts w:eastAsia="Times New Roman" w:cs="Times New Roman"/>
          <w:lang w:eastAsia="cs-CZ"/>
        </w:rPr>
        <w:t xml:space="preserve"> významn</w:t>
      </w:r>
      <w:r w:rsidR="00F40825" w:rsidRPr="00F40825">
        <w:rPr>
          <w:rFonts w:eastAsia="Times New Roman" w:cs="Times New Roman"/>
          <w:lang w:eastAsia="cs-CZ"/>
        </w:rPr>
        <w:t>é</w:t>
      </w:r>
      <w:r w:rsidRPr="00F40825">
        <w:rPr>
          <w:rFonts w:eastAsia="Times New Roman" w:cs="Times New Roman"/>
          <w:lang w:eastAsia="cs-CZ"/>
        </w:rPr>
        <w:t xml:space="preserve"> služb</w:t>
      </w:r>
      <w:r w:rsidR="00F40825" w:rsidRPr="00F40825">
        <w:rPr>
          <w:rFonts w:eastAsia="Times New Roman" w:cs="Times New Roman"/>
          <w:lang w:eastAsia="cs-CZ"/>
        </w:rPr>
        <w:t>y</w:t>
      </w:r>
      <w:r w:rsidRPr="00F40825">
        <w:rPr>
          <w:rFonts w:eastAsia="Times New Roman" w:cs="Times New Roman"/>
          <w:lang w:eastAsia="cs-CZ"/>
        </w:rPr>
        <w:t xml:space="preserve"> definovan</w:t>
      </w:r>
      <w:r w:rsidR="00F40825" w:rsidRPr="00F40825">
        <w:rPr>
          <w:rFonts w:eastAsia="Times New Roman" w:cs="Times New Roman"/>
          <w:lang w:eastAsia="cs-CZ"/>
        </w:rPr>
        <w:t>é</w:t>
      </w:r>
      <w:r w:rsidRPr="00F40825">
        <w:rPr>
          <w:rFonts w:eastAsia="Times New Roman" w:cs="Times New Roman"/>
          <w:lang w:eastAsia="cs-CZ"/>
        </w:rPr>
        <w:t xml:space="preserve"> v čl. </w:t>
      </w:r>
      <w:r w:rsidR="00F40825" w:rsidRPr="00F40825">
        <w:rPr>
          <w:rFonts w:eastAsia="Times New Roman" w:cs="Times New Roman"/>
          <w:lang w:eastAsia="cs-CZ"/>
        </w:rPr>
        <w:t>7.5.1</w:t>
      </w:r>
      <w:r w:rsidRPr="00F40825">
        <w:rPr>
          <w:rFonts w:eastAsia="Times New Roman" w:cs="Times New Roman"/>
          <w:lang w:eastAsia="cs-CZ"/>
        </w:rPr>
        <w:t xml:space="preserve"> výzvy k podání nabídky</w:t>
      </w:r>
      <w:r w:rsidR="00FC0A89">
        <w:rPr>
          <w:rFonts w:eastAsia="Times New Roman" w:cs="Times New Roman"/>
          <w:lang w:eastAsia="cs-CZ"/>
        </w:rPr>
        <w:t>.</w:t>
      </w:r>
      <w:r w:rsidRPr="00F40825">
        <w:rPr>
          <w:rFonts w:eastAsia="Times New Roman" w:cs="Times New Roman"/>
          <w:lang w:eastAsia="cs-CZ"/>
        </w:rPr>
        <w:t xml:space="preserve"> 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07CA90BF" w:rsidR="003C4FBB" w:rsidRDefault="003C4FBB" w:rsidP="00FC0A89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6BA83C0C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29C046DF" w:rsidR="003C4FBB" w:rsidRDefault="003C4FBB" w:rsidP="00FC0A89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F40825" w14:paraId="51495F40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E5C64" w14:textId="77777777" w:rsidR="00F40825" w:rsidRDefault="00F40825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B4278" w14:textId="77777777" w:rsidR="00F40825" w:rsidRDefault="00F40825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1BCC7" w14:textId="77777777" w:rsidR="00F40825" w:rsidRDefault="00F40825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3E733" w14:textId="77777777" w:rsidR="00F40825" w:rsidRDefault="00F40825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bookmarkStart w:id="1" w:name="_GoBack"/>
            <w:bookmarkEnd w:id="1"/>
          </w:p>
        </w:tc>
      </w:tr>
      <w:tr w:rsidR="00F40825" w14:paraId="19E339E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3BD4E" w14:textId="77777777" w:rsidR="00F40825" w:rsidRDefault="00F40825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23B90" w14:textId="77777777" w:rsidR="00F40825" w:rsidRDefault="00F40825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4088A" w14:textId="77777777" w:rsidR="00F40825" w:rsidRDefault="00F40825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8481B" w14:textId="77777777" w:rsidR="00F40825" w:rsidRDefault="00F40825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D26B7" w14:textId="77777777" w:rsidR="000810D4" w:rsidRDefault="000810D4" w:rsidP="00962258">
      <w:pPr>
        <w:spacing w:after="0" w:line="240" w:lineRule="auto"/>
      </w:pPr>
      <w:r>
        <w:separator/>
      </w:r>
    </w:p>
  </w:endnote>
  <w:endnote w:type="continuationSeparator" w:id="0">
    <w:p w14:paraId="47792DBE" w14:textId="77777777" w:rsidR="000810D4" w:rsidRDefault="000810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438CB54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4082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4082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61B806A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A8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A8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E83A191" w:rsidR="00F1715C" w:rsidRDefault="00F1715C" w:rsidP="00F40825">
          <w:pPr>
            <w:pStyle w:val="Zpat"/>
          </w:pPr>
          <w:r>
            <w:t>www.</w:t>
          </w:r>
          <w:r w:rsidR="00F40825">
            <w:t>spravazeleznic</w:t>
          </w:r>
          <w:r>
            <w:t>.cz</w:t>
          </w:r>
        </w:p>
      </w:tc>
      <w:tc>
        <w:tcPr>
          <w:tcW w:w="2921" w:type="dxa"/>
        </w:tcPr>
        <w:p w14:paraId="1CD32D8F" w14:textId="77777777" w:rsidR="00F1715C" w:rsidRDefault="00F40825" w:rsidP="00460660">
          <w:pPr>
            <w:pStyle w:val="Zpat"/>
          </w:pPr>
          <w:r>
            <w:t>Oblastní ředitelství Olomouc</w:t>
          </w:r>
        </w:p>
        <w:p w14:paraId="79AB8361" w14:textId="77777777" w:rsidR="00F40825" w:rsidRDefault="00F40825" w:rsidP="00460660">
          <w:pPr>
            <w:pStyle w:val="Zpat"/>
          </w:pPr>
          <w:r>
            <w:t>Nerudova 1</w:t>
          </w:r>
        </w:p>
        <w:p w14:paraId="6842531D" w14:textId="25C2E009" w:rsidR="00F40825" w:rsidRDefault="00F40825" w:rsidP="00460660">
          <w:pPr>
            <w:pStyle w:val="Zpat"/>
          </w:pPr>
          <w:r>
            <w:t>779 00 Olomouc</w:t>
          </w: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9B2D4" w14:textId="77777777" w:rsidR="000810D4" w:rsidRDefault="000810D4" w:rsidP="00962258">
      <w:pPr>
        <w:spacing w:after="0" w:line="240" w:lineRule="auto"/>
      </w:pPr>
      <w:r>
        <w:separator/>
      </w:r>
    </w:p>
  </w:footnote>
  <w:footnote w:type="continuationSeparator" w:id="0">
    <w:p w14:paraId="2366457C" w14:textId="77777777" w:rsidR="000810D4" w:rsidRDefault="000810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0825"/>
    <w:rsid w:val="00F45607"/>
    <w:rsid w:val="00F5558F"/>
    <w:rsid w:val="00F659EB"/>
    <w:rsid w:val="00F86BA6"/>
    <w:rsid w:val="00FC0A89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D6909E"/>
  <w14:defaultImageDpi w14:val="32767"/>
  <w15:docId w15:val="{53307820-818A-45E5-AAF8-0D407D12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C1D314-02DD-4D33-991F-B14F467B8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3</cp:revision>
  <cp:lastPrinted>2017-11-28T17:18:00Z</cp:lastPrinted>
  <dcterms:created xsi:type="dcterms:W3CDTF">2020-01-22T08:25:00Z</dcterms:created>
  <dcterms:modified xsi:type="dcterms:W3CDTF">2021-08-09T07:46:00Z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